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6203" w:rsidRDefault="00B26203"/>
    <w:p w:rsidR="00B26203" w:rsidRPr="00DE0E6F" w:rsidRDefault="00B26203" w:rsidP="00DE0E6F">
      <w:pPr>
        <w:jc w:val="center"/>
        <w:rPr>
          <w:b/>
          <w:i/>
          <w:u w:val="single"/>
        </w:rPr>
      </w:pPr>
      <w:r w:rsidRPr="00DE0E6F">
        <w:rPr>
          <w:b/>
          <w:i/>
          <w:u w:val="single"/>
        </w:rPr>
        <w:t>Copy and paste links beside information.</w:t>
      </w:r>
    </w:p>
    <w:p w:rsidR="00B26203" w:rsidRDefault="00B26203">
      <w:pPr>
        <w:rPr>
          <w:b/>
        </w:rPr>
      </w:pPr>
    </w:p>
    <w:p w:rsidR="00B26203" w:rsidRDefault="00B26203">
      <w:pPr>
        <w:rPr>
          <w:b/>
        </w:rPr>
      </w:pPr>
      <w:r w:rsidRPr="00041630">
        <w:rPr>
          <w:b/>
        </w:rPr>
        <w:t>Research Notes:</w:t>
      </w:r>
    </w:p>
    <w:p w:rsidR="00B26203" w:rsidRDefault="00B26203" w:rsidP="00CB2C4D">
      <w:pPr>
        <w:rPr>
          <w:b/>
        </w:rPr>
      </w:pPr>
      <w:r>
        <w:rPr>
          <w:b/>
        </w:rPr>
        <w:t>As many of you know, Scientists specializing in the Big Bang Theory are still unsure of what caused this analogy. There’re many different points of views of what may have happened 13 billion years ago. As far as we believe we know, the universe was a millionth of the size of a proton and later on, began to rapidly expand. Time and space as we know it started when the universe grew.</w:t>
      </w:r>
    </w:p>
    <w:p w:rsidR="00B26203" w:rsidRDefault="00B26203" w:rsidP="00CB2C4D">
      <w:pPr>
        <w:rPr>
          <w:b/>
        </w:rPr>
      </w:pPr>
      <w:r>
        <w:rPr>
          <w:b/>
        </w:rPr>
        <w:t xml:space="preserve">There’re many different thoughts and theories as to what happened before the big bang. Some believe that it was god who created the universe. However the question still stands as to where did he come from? If the answer is, “He always existed. “ then that still brings up the thought that this is no better answer than “ the universe always existed” That being said, this theory, is still plausible, but many still feel that this isn’t enough to satisfy their curiosity. </w:t>
      </w:r>
    </w:p>
    <w:p w:rsidR="00B26203" w:rsidRDefault="00B26203" w:rsidP="00CB2C4D">
      <w:pPr>
        <w:rPr>
          <w:b/>
        </w:rPr>
      </w:pPr>
      <w:r>
        <w:rPr>
          <w:b/>
        </w:rPr>
        <w:t xml:space="preserve">Our brains have adapted to the need for a reason to explain everything. But the question still stands, “What if there was no reason?” Hundreds of years ago we didn’t believe in the earth being spherical, so in the future </w:t>
      </w:r>
    </w:p>
    <w:p w:rsidR="00B26203" w:rsidRDefault="00B26203" w:rsidP="00CB2C4D">
      <w:pPr>
        <w:rPr>
          <w:b/>
        </w:rPr>
      </w:pPr>
    </w:p>
    <w:p w:rsidR="00B26203" w:rsidRDefault="00B26203" w:rsidP="00CB2C4D">
      <w:pPr>
        <w:rPr>
          <w:b/>
        </w:rPr>
      </w:pPr>
      <w:hyperlink r:id="rId7" w:history="1">
        <w:r w:rsidRPr="004E191C">
          <w:rPr>
            <w:rStyle w:val="Hyperlink"/>
            <w:b/>
          </w:rPr>
          <w:t>http://www.deepastronomy.com/what-caused-the-big-bang.html</w:t>
        </w:r>
      </w:hyperlink>
    </w:p>
    <w:p w:rsidR="00B26203" w:rsidRDefault="00B26203" w:rsidP="00CB2C4D">
      <w:pPr>
        <w:rPr>
          <w:b/>
        </w:rPr>
      </w:pPr>
    </w:p>
    <w:p w:rsidR="00B26203" w:rsidRDefault="00B26203" w:rsidP="00AF3FD1">
      <w:pPr>
        <w:pStyle w:val="ListParagraph"/>
        <w:numPr>
          <w:ilvl w:val="0"/>
          <w:numId w:val="11"/>
        </w:numPr>
      </w:pPr>
      <w:r w:rsidRPr="00CB2C4D">
        <w:rPr>
          <w:b/>
        </w:rPr>
        <w:t>Topic</w:t>
      </w:r>
      <w:r>
        <w:t>:</w:t>
      </w:r>
    </w:p>
    <w:p w:rsidR="00B26203" w:rsidRPr="00AF3FD1" w:rsidRDefault="00B26203" w:rsidP="00AF3FD1">
      <w:pPr>
        <w:pStyle w:val="ListParagraph"/>
      </w:pPr>
      <w:r>
        <w:rPr>
          <w:b/>
        </w:rPr>
        <w:t xml:space="preserve">The Big Bang, and before. </w:t>
      </w:r>
    </w:p>
    <w:p w:rsidR="00B26203" w:rsidRDefault="00B26203">
      <w:pPr>
        <w:rPr>
          <w:b/>
        </w:rPr>
      </w:pPr>
    </w:p>
    <w:p w:rsidR="00B26203" w:rsidRDefault="00B26203" w:rsidP="00BF78EF">
      <w:pPr>
        <w:pStyle w:val="ListParagraph"/>
        <w:numPr>
          <w:ilvl w:val="0"/>
          <w:numId w:val="11"/>
        </w:numPr>
        <w:rPr>
          <w:b/>
        </w:rPr>
      </w:pPr>
      <w:r w:rsidRPr="00CB2C4D">
        <w:rPr>
          <w:b/>
        </w:rPr>
        <w:t>Vocabulary (List with definitions)</w:t>
      </w:r>
    </w:p>
    <w:p w:rsidR="00B26203" w:rsidRDefault="00B26203" w:rsidP="00BF78EF">
      <w:pPr>
        <w:pStyle w:val="ListParagraph"/>
        <w:numPr>
          <w:ilvl w:val="0"/>
          <w:numId w:val="13"/>
        </w:numPr>
        <w:rPr>
          <w:b/>
        </w:rPr>
      </w:pPr>
      <w:r>
        <w:rPr>
          <w:b/>
        </w:rPr>
        <w:t xml:space="preserve">God – a man of immortality, thought to be another theory of what created the Big Bang. </w:t>
      </w:r>
    </w:p>
    <w:p w:rsidR="00B26203" w:rsidRDefault="00B26203" w:rsidP="00BF78EF">
      <w:pPr>
        <w:pStyle w:val="ListParagraph"/>
        <w:numPr>
          <w:ilvl w:val="0"/>
          <w:numId w:val="13"/>
        </w:numPr>
        <w:rPr>
          <w:b/>
        </w:rPr>
      </w:pPr>
      <w:r>
        <w:rPr>
          <w:b/>
        </w:rPr>
        <w:t xml:space="preserve">Theory- much like a prediction, used for inferring. </w:t>
      </w:r>
    </w:p>
    <w:p w:rsidR="00B26203" w:rsidRDefault="00B26203" w:rsidP="00BF78EF">
      <w:pPr>
        <w:pStyle w:val="ListParagraph"/>
        <w:numPr>
          <w:ilvl w:val="0"/>
          <w:numId w:val="13"/>
        </w:numPr>
        <w:rPr>
          <w:b/>
        </w:rPr>
      </w:pPr>
      <w:r>
        <w:rPr>
          <w:b/>
        </w:rPr>
        <w:t xml:space="preserve">Universe- space full of galaxies, stars, planets, and more </w:t>
      </w:r>
    </w:p>
    <w:p w:rsidR="00B26203" w:rsidRPr="00BF78EF" w:rsidRDefault="00B26203" w:rsidP="00BF78EF">
      <w:pPr>
        <w:pStyle w:val="ListParagraph"/>
        <w:numPr>
          <w:ilvl w:val="0"/>
          <w:numId w:val="13"/>
        </w:numPr>
        <w:rPr>
          <w:b/>
        </w:rPr>
      </w:pPr>
      <w:r>
        <w:rPr>
          <w:b/>
        </w:rPr>
        <w:t xml:space="preserve">The Big Bang Theory- a theory of which caused our universe. </w:t>
      </w:r>
    </w:p>
    <w:p w:rsidR="00B26203" w:rsidRDefault="00B26203" w:rsidP="00CB2C4D">
      <w:pPr>
        <w:rPr>
          <w:b/>
        </w:rPr>
      </w:pPr>
    </w:p>
    <w:p w:rsidR="00B26203" w:rsidRDefault="00B26203" w:rsidP="00CB2C4D">
      <w:pPr>
        <w:rPr>
          <w:b/>
        </w:rPr>
      </w:pPr>
    </w:p>
    <w:p w:rsidR="00B26203" w:rsidRPr="00CB2C4D" w:rsidRDefault="00B26203" w:rsidP="00CB2C4D">
      <w:pPr>
        <w:rPr>
          <w:b/>
        </w:rPr>
      </w:pPr>
    </w:p>
    <w:p w:rsidR="00B26203" w:rsidRDefault="00B26203">
      <w:pPr>
        <w:rPr>
          <w:b/>
        </w:rPr>
      </w:pPr>
    </w:p>
    <w:p w:rsidR="00B26203" w:rsidRPr="00CB2C4D" w:rsidRDefault="00B26203" w:rsidP="00E86367">
      <w:pPr>
        <w:pStyle w:val="ListParagraph"/>
        <w:numPr>
          <w:ilvl w:val="0"/>
          <w:numId w:val="11"/>
        </w:numPr>
        <w:rPr>
          <w:b/>
        </w:rPr>
      </w:pPr>
      <w:r w:rsidRPr="00CB2C4D">
        <w:rPr>
          <w:b/>
        </w:rPr>
        <w:t>Concepts (Name and explain)</w:t>
      </w:r>
    </w:p>
    <w:p w:rsidR="00B26203" w:rsidRDefault="00B26203">
      <w:pPr>
        <w:rPr>
          <w:b/>
        </w:rPr>
      </w:pPr>
      <w:r>
        <w:rPr>
          <w:b/>
        </w:rPr>
        <w:t xml:space="preserve">What caused the big bang? </w:t>
      </w:r>
    </w:p>
    <w:p w:rsidR="00B26203" w:rsidRDefault="00B26203">
      <w:pPr>
        <w:rPr>
          <w:b/>
        </w:rPr>
      </w:pPr>
      <w:r>
        <w:rPr>
          <w:b/>
        </w:rPr>
        <w:t xml:space="preserve">Explanation: Unfortunately, we don’t have the complete answer, this presentation is more so of opinions, examples, and leaning a bit further in to what might have caused the Big Bang. </w:t>
      </w:r>
    </w:p>
    <w:p w:rsidR="00B26203" w:rsidRDefault="00B26203">
      <w:pPr>
        <w:rPr>
          <w:b/>
        </w:rPr>
      </w:pPr>
    </w:p>
    <w:p w:rsidR="00B26203" w:rsidRDefault="00B26203">
      <w:pPr>
        <w:rPr>
          <w:b/>
        </w:rPr>
      </w:pPr>
    </w:p>
    <w:p w:rsidR="00B26203" w:rsidRDefault="00B26203">
      <w:pPr>
        <w:rPr>
          <w:b/>
        </w:rPr>
      </w:pPr>
    </w:p>
    <w:p w:rsidR="00B26203" w:rsidRDefault="00B26203">
      <w:pPr>
        <w:rPr>
          <w:b/>
        </w:rPr>
      </w:pPr>
    </w:p>
    <w:p w:rsidR="00B26203" w:rsidRDefault="00B26203">
      <w:pPr>
        <w:rPr>
          <w:b/>
        </w:rPr>
      </w:pPr>
    </w:p>
    <w:p w:rsidR="00B26203" w:rsidRDefault="00B26203">
      <w:pPr>
        <w:rPr>
          <w:b/>
        </w:rPr>
      </w:pPr>
    </w:p>
    <w:p w:rsidR="00B26203" w:rsidRPr="00CB2C4D" w:rsidRDefault="00B26203" w:rsidP="00E86367">
      <w:pPr>
        <w:pStyle w:val="ListParagraph"/>
        <w:numPr>
          <w:ilvl w:val="0"/>
          <w:numId w:val="11"/>
        </w:numPr>
        <w:rPr>
          <w:b/>
        </w:rPr>
      </w:pPr>
      <w:r w:rsidRPr="00CB2C4D">
        <w:rPr>
          <w:b/>
        </w:rPr>
        <w:t>Impact (explain impact(s))</w:t>
      </w:r>
    </w:p>
    <w:p w:rsidR="00B26203" w:rsidRDefault="00B26203">
      <w:pPr>
        <w:rPr>
          <w:b/>
        </w:rPr>
      </w:pPr>
      <w:r>
        <w:rPr>
          <w:b/>
        </w:rPr>
        <w:t xml:space="preserve">Caused the universe  </w:t>
      </w:r>
    </w:p>
    <w:p w:rsidR="00B26203" w:rsidRDefault="00B26203">
      <w:pPr>
        <w:rPr>
          <w:b/>
        </w:rPr>
      </w:pPr>
    </w:p>
    <w:p w:rsidR="00B26203" w:rsidRDefault="00B26203">
      <w:pPr>
        <w:rPr>
          <w:b/>
        </w:rPr>
      </w:pPr>
    </w:p>
    <w:p w:rsidR="00B26203" w:rsidRDefault="00B26203">
      <w:pPr>
        <w:rPr>
          <w:b/>
        </w:rPr>
      </w:pPr>
      <w:r>
        <w:rPr>
          <w:b/>
        </w:rPr>
        <w:t xml:space="preserve">ADDING PERSONAL OPINIONS: </w:t>
      </w:r>
    </w:p>
    <w:p w:rsidR="00B26203" w:rsidRDefault="00B26203">
      <w:pPr>
        <w:rPr>
          <w:b/>
        </w:rPr>
      </w:pPr>
      <w:r>
        <w:rPr>
          <w:b/>
        </w:rPr>
        <w:t xml:space="preserve">Jessica: My opinion is that whatever was before the Big Bang was somewhat like mold. When you think about it, the earth is made up of rocks, plants, and more. Now zoom into moss, moss can grow and resembles mold. Well my thoughts are that a whole bunch of particles and bacteria all contracted together, and this made something grow over time. This is a very slow process but I would say that it grew to the size of a small rock, and then when the pressure was high enough and there were enough of these shapes, the Big Bang occurred. </w:t>
      </w:r>
    </w:p>
    <w:p w:rsidR="00B26203" w:rsidRDefault="00B26203">
      <w:pPr>
        <w:rPr>
          <w:b/>
        </w:rPr>
      </w:pPr>
    </w:p>
    <w:p w:rsidR="00B26203" w:rsidRPr="006551F4" w:rsidRDefault="00B26203" w:rsidP="006551F4">
      <w:pPr>
        <w:shd w:val="clear" w:color="auto" w:fill="F6F7F8"/>
        <w:spacing w:after="0" w:line="240" w:lineRule="auto"/>
        <w:rPr>
          <w:rFonts w:ascii="Helvetica" w:hAnsi="Helvetica" w:cs="Helvetica"/>
          <w:color w:val="373E4D"/>
          <w:sz w:val="18"/>
          <w:szCs w:val="18"/>
        </w:rPr>
      </w:pPr>
      <w:r>
        <w:rPr>
          <w:b/>
        </w:rPr>
        <w:t xml:space="preserve">Joe: My opinion is that we live in a loop where on universe grows then in a dew billion years or so, we have to, ourselves, create the Big Bang then that universe creates the next Big Bang. So instead of a parallel universe, we have loop universes. </w:t>
      </w:r>
    </w:p>
    <w:p w:rsidR="00B26203" w:rsidRDefault="00B26203">
      <w:pPr>
        <w:rPr>
          <w:b/>
        </w:rPr>
      </w:pPr>
    </w:p>
    <w:p w:rsidR="00B26203" w:rsidRDefault="00B26203">
      <w:pPr>
        <w:rPr>
          <w:b/>
        </w:rPr>
      </w:pPr>
    </w:p>
    <w:p w:rsidR="00B26203" w:rsidRDefault="00B26203">
      <w:pPr>
        <w:rPr>
          <w:b/>
        </w:rPr>
      </w:pPr>
    </w:p>
    <w:p w:rsidR="00B26203" w:rsidRPr="00041630" w:rsidRDefault="00B26203">
      <w:pPr>
        <w:rPr>
          <w:b/>
        </w:rPr>
      </w:pPr>
      <w:r>
        <w:rPr>
          <w:b/>
        </w:rPr>
        <w:t xml:space="preserve">What’s your opinion? </w:t>
      </w:r>
    </w:p>
    <w:p w:rsidR="00B26203" w:rsidRDefault="00B26203"/>
    <w:p w:rsidR="00B26203" w:rsidRDefault="00B26203"/>
    <w:sectPr w:rsidR="00B26203" w:rsidSect="00A3793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360" w:left="1440" w:header="27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6203" w:rsidRDefault="00B26203" w:rsidP="00A503ED">
      <w:pPr>
        <w:spacing w:after="0" w:line="240" w:lineRule="auto"/>
      </w:pPr>
      <w:r>
        <w:separator/>
      </w:r>
    </w:p>
  </w:endnote>
  <w:endnote w:type="continuationSeparator" w:id="0">
    <w:p w:rsidR="00B26203" w:rsidRDefault="00B26203" w:rsidP="00A503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203" w:rsidRDefault="00B2620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203" w:rsidRDefault="00B2620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203" w:rsidRDefault="00B2620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6203" w:rsidRDefault="00B26203" w:rsidP="00A503ED">
      <w:pPr>
        <w:spacing w:after="0" w:line="240" w:lineRule="auto"/>
      </w:pPr>
      <w:r>
        <w:separator/>
      </w:r>
    </w:p>
  </w:footnote>
  <w:footnote w:type="continuationSeparator" w:id="0">
    <w:p w:rsidR="00B26203" w:rsidRDefault="00B26203" w:rsidP="00A503E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203" w:rsidRDefault="00B2620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203" w:rsidRDefault="00B26203" w:rsidP="004037DE">
    <w:pPr>
      <w:pStyle w:val="Header"/>
      <w:jc w:val="center"/>
      <w:rPr>
        <w:b/>
        <w:sz w:val="28"/>
        <w:szCs w:val="28"/>
      </w:rPr>
    </w:pPr>
    <w:r w:rsidRPr="00A503ED">
      <w:rPr>
        <w:b/>
        <w:sz w:val="28"/>
        <w:szCs w:val="28"/>
      </w:rPr>
      <w:t>Science Project Outline</w:t>
    </w:r>
  </w:p>
  <w:p w:rsidR="00B26203" w:rsidRPr="004037DE" w:rsidRDefault="00B26203" w:rsidP="004037DE">
    <w:pPr>
      <w:pStyle w:val="Header"/>
      <w:jc w:val="center"/>
      <w:rPr>
        <w:b/>
        <w:sz w:val="28"/>
        <w:szCs w:val="28"/>
      </w:rPr>
    </w:pPr>
    <w:r w:rsidRPr="00A503ED">
      <w:rPr>
        <w:b/>
      </w:rPr>
      <w:t>Name</w:t>
    </w:r>
    <w:r>
      <w:t>: _</w:t>
    </w:r>
    <w:r w:rsidRPr="004037DE">
      <w:rPr>
        <w:u w:val="single"/>
      </w:rPr>
      <w:t>Joe</w:t>
    </w:r>
    <w:r>
      <w:rPr>
        <w:u w:val="single"/>
      </w:rPr>
      <w:t xml:space="preserve"> Brigante</w:t>
    </w:r>
    <w:r w:rsidRPr="004037DE">
      <w:rPr>
        <w:u w:val="single"/>
      </w:rPr>
      <w:t xml:space="preserve"> and Jessica</w:t>
    </w:r>
    <w:r>
      <w:rPr>
        <w:u w:val="single"/>
      </w:rPr>
      <w:t xml:space="preserve"> Weiland</w:t>
    </w:r>
    <w:r>
      <w:t xml:space="preserve">__               </w:t>
    </w:r>
    <w:r w:rsidRPr="00A503ED">
      <w:rPr>
        <w:b/>
      </w:rPr>
      <w:t>Date</w:t>
    </w:r>
    <w:r>
      <w:t>: ____________</w:t>
    </w:r>
    <w:bookmarkStart w:id="0" w:name="_GoBack"/>
    <w:bookmarkEnd w:id="0"/>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203" w:rsidRDefault="00B2620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E75AB"/>
    <w:multiLevelType w:val="hybridMultilevel"/>
    <w:tmpl w:val="C9E27DA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5565602"/>
    <w:multiLevelType w:val="hybridMultilevel"/>
    <w:tmpl w:val="53B6038A"/>
    <w:lvl w:ilvl="0" w:tplc="81004E4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61B5AFD"/>
    <w:multiLevelType w:val="hybridMultilevel"/>
    <w:tmpl w:val="3B7C657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9386763"/>
    <w:multiLevelType w:val="hybridMultilevel"/>
    <w:tmpl w:val="DCAAF04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117B48C3"/>
    <w:multiLevelType w:val="hybridMultilevel"/>
    <w:tmpl w:val="726ABF6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210504B2"/>
    <w:multiLevelType w:val="hybridMultilevel"/>
    <w:tmpl w:val="E1864C3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E96620A"/>
    <w:multiLevelType w:val="hybridMultilevel"/>
    <w:tmpl w:val="3B7C657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30D9397E"/>
    <w:multiLevelType w:val="hybridMultilevel"/>
    <w:tmpl w:val="53B6038A"/>
    <w:lvl w:ilvl="0" w:tplc="81004E4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31C87196"/>
    <w:multiLevelType w:val="hybridMultilevel"/>
    <w:tmpl w:val="B0125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DCC453D"/>
    <w:multiLevelType w:val="hybridMultilevel"/>
    <w:tmpl w:val="CFB624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3F770EA"/>
    <w:multiLevelType w:val="hybridMultilevel"/>
    <w:tmpl w:val="726ABF6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5C795CC7"/>
    <w:multiLevelType w:val="hybridMultilevel"/>
    <w:tmpl w:val="DCAAF04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68B531E7"/>
    <w:multiLevelType w:val="hybridMultilevel"/>
    <w:tmpl w:val="E1864C3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1"/>
  </w:num>
  <w:num w:numId="2">
    <w:abstractNumId w:val="12"/>
  </w:num>
  <w:num w:numId="3">
    <w:abstractNumId w:val="4"/>
  </w:num>
  <w:num w:numId="4">
    <w:abstractNumId w:val="6"/>
  </w:num>
  <w:num w:numId="5">
    <w:abstractNumId w:val="5"/>
  </w:num>
  <w:num w:numId="6">
    <w:abstractNumId w:val="10"/>
  </w:num>
  <w:num w:numId="7">
    <w:abstractNumId w:val="0"/>
  </w:num>
  <w:num w:numId="8">
    <w:abstractNumId w:val="3"/>
  </w:num>
  <w:num w:numId="9">
    <w:abstractNumId w:val="2"/>
  </w:num>
  <w:num w:numId="10">
    <w:abstractNumId w:val="1"/>
  </w:num>
  <w:num w:numId="11">
    <w:abstractNumId w:val="7"/>
  </w:num>
  <w:num w:numId="12">
    <w:abstractNumId w:val="8"/>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26F5"/>
    <w:rsid w:val="00041630"/>
    <w:rsid w:val="00057F4D"/>
    <w:rsid w:val="0006485D"/>
    <w:rsid w:val="000B6D72"/>
    <w:rsid w:val="00152937"/>
    <w:rsid w:val="001C0809"/>
    <w:rsid w:val="001C3BAD"/>
    <w:rsid w:val="001F65AD"/>
    <w:rsid w:val="002315FB"/>
    <w:rsid w:val="002C7E47"/>
    <w:rsid w:val="003500D8"/>
    <w:rsid w:val="003564B3"/>
    <w:rsid w:val="00362396"/>
    <w:rsid w:val="003D6E86"/>
    <w:rsid w:val="003F1166"/>
    <w:rsid w:val="004037DE"/>
    <w:rsid w:val="0043755F"/>
    <w:rsid w:val="0047400D"/>
    <w:rsid w:val="004A553D"/>
    <w:rsid w:val="004E191C"/>
    <w:rsid w:val="006214AE"/>
    <w:rsid w:val="006551F4"/>
    <w:rsid w:val="006D1369"/>
    <w:rsid w:val="006D4E47"/>
    <w:rsid w:val="006D609F"/>
    <w:rsid w:val="00780838"/>
    <w:rsid w:val="00782009"/>
    <w:rsid w:val="007A70AC"/>
    <w:rsid w:val="007E5651"/>
    <w:rsid w:val="00851FAC"/>
    <w:rsid w:val="00867F21"/>
    <w:rsid w:val="008726F5"/>
    <w:rsid w:val="009A3C71"/>
    <w:rsid w:val="009C419F"/>
    <w:rsid w:val="009D640C"/>
    <w:rsid w:val="00A3793C"/>
    <w:rsid w:val="00A503ED"/>
    <w:rsid w:val="00A819A1"/>
    <w:rsid w:val="00AF3FD1"/>
    <w:rsid w:val="00B04B56"/>
    <w:rsid w:val="00B164CF"/>
    <w:rsid w:val="00B26203"/>
    <w:rsid w:val="00B32D43"/>
    <w:rsid w:val="00B51997"/>
    <w:rsid w:val="00B814D3"/>
    <w:rsid w:val="00BE441E"/>
    <w:rsid w:val="00BF78EF"/>
    <w:rsid w:val="00C123BF"/>
    <w:rsid w:val="00C164D5"/>
    <w:rsid w:val="00C55545"/>
    <w:rsid w:val="00C837A9"/>
    <w:rsid w:val="00CB2C4D"/>
    <w:rsid w:val="00CC60E6"/>
    <w:rsid w:val="00D33CA6"/>
    <w:rsid w:val="00D612AA"/>
    <w:rsid w:val="00DE0E6F"/>
    <w:rsid w:val="00DE6B1B"/>
    <w:rsid w:val="00E86367"/>
    <w:rsid w:val="00EE6951"/>
    <w:rsid w:val="00F2620F"/>
    <w:rsid w:val="00F8022C"/>
    <w:rsid w:val="00F8221F"/>
    <w:rsid w:val="00FA18FB"/>
    <w:rsid w:val="00FC6042"/>
    <w:rsid w:val="00FD48FB"/>
    <w:rsid w:val="00FE22C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85D"/>
    <w:pPr>
      <w:spacing w:after="160" w:line="259"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503ED"/>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A503ED"/>
    <w:rPr>
      <w:rFonts w:cs="Times New Roman"/>
    </w:rPr>
  </w:style>
  <w:style w:type="paragraph" w:styleId="Footer">
    <w:name w:val="footer"/>
    <w:basedOn w:val="Normal"/>
    <w:link w:val="FooterChar"/>
    <w:uiPriority w:val="99"/>
    <w:rsid w:val="00A503ED"/>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A503ED"/>
    <w:rPr>
      <w:rFonts w:cs="Times New Roman"/>
    </w:rPr>
  </w:style>
  <w:style w:type="table" w:styleId="TableGrid">
    <w:name w:val="Table Grid"/>
    <w:basedOn w:val="TableNormal"/>
    <w:uiPriority w:val="99"/>
    <w:rsid w:val="009D640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9D640C"/>
    <w:pPr>
      <w:ind w:left="720"/>
      <w:contextualSpacing/>
    </w:pPr>
  </w:style>
  <w:style w:type="character" w:styleId="Hyperlink">
    <w:name w:val="Hyperlink"/>
    <w:basedOn w:val="DefaultParagraphFont"/>
    <w:uiPriority w:val="99"/>
    <w:rsid w:val="00FD48FB"/>
    <w:rPr>
      <w:rFonts w:cs="Times New Roman"/>
      <w:color w:val="0563C1"/>
      <w:u w:val="single"/>
    </w:rPr>
  </w:style>
  <w:style w:type="character" w:styleId="FollowedHyperlink">
    <w:name w:val="FollowedHyperlink"/>
    <w:basedOn w:val="DefaultParagraphFont"/>
    <w:uiPriority w:val="99"/>
    <w:semiHidden/>
    <w:rsid w:val="00851FAC"/>
    <w:rPr>
      <w:rFonts w:cs="Times New Roman"/>
      <w:color w:val="954F72"/>
      <w:u w:val="single"/>
    </w:rPr>
  </w:style>
  <w:style w:type="character" w:customStyle="1" w:styleId="5yl5">
    <w:name w:val="_5yl5"/>
    <w:basedOn w:val="DefaultParagraphFont"/>
    <w:uiPriority w:val="99"/>
    <w:rsid w:val="006551F4"/>
    <w:rPr>
      <w:rFonts w:cs="Times New Roman"/>
    </w:rPr>
  </w:style>
</w:styles>
</file>

<file path=word/webSettings.xml><?xml version="1.0" encoding="utf-8"?>
<w:webSettings xmlns:r="http://schemas.openxmlformats.org/officeDocument/2006/relationships" xmlns:w="http://schemas.openxmlformats.org/wordprocessingml/2006/main">
  <w:divs>
    <w:div w:id="1330065134">
      <w:marLeft w:val="0"/>
      <w:marRight w:val="0"/>
      <w:marTop w:val="0"/>
      <w:marBottom w:val="0"/>
      <w:divBdr>
        <w:top w:val="none" w:sz="0" w:space="0" w:color="auto"/>
        <w:left w:val="none" w:sz="0" w:space="0" w:color="auto"/>
        <w:bottom w:val="none" w:sz="0" w:space="0" w:color="auto"/>
        <w:right w:val="none" w:sz="0" w:space="0" w:color="auto"/>
      </w:divBdr>
      <w:divsChild>
        <w:div w:id="1330065129">
          <w:marLeft w:val="60"/>
          <w:marRight w:val="60"/>
          <w:marTop w:val="0"/>
          <w:marBottom w:val="0"/>
          <w:divBdr>
            <w:top w:val="none" w:sz="0" w:space="0" w:color="auto"/>
            <w:left w:val="none" w:sz="0" w:space="0" w:color="auto"/>
            <w:bottom w:val="none" w:sz="0" w:space="0" w:color="auto"/>
            <w:right w:val="none" w:sz="0" w:space="0" w:color="auto"/>
          </w:divBdr>
          <w:divsChild>
            <w:div w:id="1330065132">
              <w:marLeft w:val="525"/>
              <w:marRight w:val="0"/>
              <w:marTop w:val="0"/>
              <w:marBottom w:val="0"/>
              <w:divBdr>
                <w:top w:val="none" w:sz="0" w:space="0" w:color="auto"/>
                <w:left w:val="none" w:sz="0" w:space="0" w:color="auto"/>
                <w:bottom w:val="none" w:sz="0" w:space="0" w:color="auto"/>
                <w:right w:val="none" w:sz="0" w:space="0" w:color="auto"/>
              </w:divBdr>
              <w:divsChild>
                <w:div w:id="1330065137">
                  <w:marLeft w:val="0"/>
                  <w:marRight w:val="0"/>
                  <w:marTop w:val="0"/>
                  <w:marBottom w:val="0"/>
                  <w:divBdr>
                    <w:top w:val="none" w:sz="0" w:space="0" w:color="auto"/>
                    <w:left w:val="none" w:sz="0" w:space="0" w:color="auto"/>
                    <w:bottom w:val="none" w:sz="0" w:space="0" w:color="auto"/>
                    <w:right w:val="none" w:sz="0" w:space="0" w:color="auto"/>
                  </w:divBdr>
                  <w:divsChild>
                    <w:div w:id="1330065136">
                      <w:marLeft w:val="90"/>
                      <w:marRight w:val="0"/>
                      <w:marTop w:val="0"/>
                      <w:marBottom w:val="0"/>
                      <w:divBdr>
                        <w:top w:val="single" w:sz="6" w:space="0" w:color="auto"/>
                        <w:left w:val="single" w:sz="6" w:space="0" w:color="auto"/>
                        <w:bottom w:val="single" w:sz="6" w:space="0" w:color="auto"/>
                        <w:right w:val="single" w:sz="6" w:space="0" w:color="auto"/>
                      </w:divBdr>
                      <w:divsChild>
                        <w:div w:id="133006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065135">
          <w:marLeft w:val="60"/>
          <w:marRight w:val="60"/>
          <w:marTop w:val="0"/>
          <w:marBottom w:val="0"/>
          <w:divBdr>
            <w:top w:val="none" w:sz="0" w:space="0" w:color="auto"/>
            <w:left w:val="none" w:sz="0" w:space="0" w:color="auto"/>
            <w:bottom w:val="none" w:sz="0" w:space="0" w:color="auto"/>
            <w:right w:val="none" w:sz="0" w:space="0" w:color="auto"/>
          </w:divBdr>
          <w:divsChild>
            <w:div w:id="1330065138">
              <w:marLeft w:val="525"/>
              <w:marRight w:val="0"/>
              <w:marTop w:val="0"/>
              <w:marBottom w:val="0"/>
              <w:divBdr>
                <w:top w:val="none" w:sz="0" w:space="0" w:color="auto"/>
                <w:left w:val="none" w:sz="0" w:space="0" w:color="auto"/>
                <w:bottom w:val="none" w:sz="0" w:space="0" w:color="auto"/>
                <w:right w:val="none" w:sz="0" w:space="0" w:color="auto"/>
              </w:divBdr>
              <w:divsChild>
                <w:div w:id="1330065128">
                  <w:marLeft w:val="0"/>
                  <w:marRight w:val="0"/>
                  <w:marTop w:val="0"/>
                  <w:marBottom w:val="0"/>
                  <w:divBdr>
                    <w:top w:val="none" w:sz="0" w:space="0" w:color="auto"/>
                    <w:left w:val="none" w:sz="0" w:space="0" w:color="auto"/>
                    <w:bottom w:val="none" w:sz="0" w:space="0" w:color="auto"/>
                    <w:right w:val="none" w:sz="0" w:space="0" w:color="auto"/>
                  </w:divBdr>
                  <w:divsChild>
                    <w:div w:id="1330065130">
                      <w:marLeft w:val="90"/>
                      <w:marRight w:val="0"/>
                      <w:marTop w:val="0"/>
                      <w:marBottom w:val="0"/>
                      <w:divBdr>
                        <w:top w:val="single" w:sz="6" w:space="0" w:color="auto"/>
                        <w:left w:val="single" w:sz="6" w:space="0" w:color="auto"/>
                        <w:bottom w:val="single" w:sz="6" w:space="0" w:color="auto"/>
                        <w:right w:val="single" w:sz="6" w:space="0" w:color="auto"/>
                      </w:divBdr>
                      <w:divsChild>
                        <w:div w:id="1330065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deepastronomy.com/what-caused-the-big-bang.htm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410</Words>
  <Characters>2337</Characters>
  <Application>Microsoft Office Outlook</Application>
  <DocSecurity>0</DocSecurity>
  <Lines>0</Lines>
  <Paragraphs>0</Paragraphs>
  <ScaleCrop>false</ScaleCrop>
  <Company>Anglophone South School District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Copy and paste links beside information</dc:title>
  <dc:subject/>
  <dc:creator>Terry, Sean J. (ASD-E)</dc:creator>
  <cp:keywords/>
  <dc:description/>
  <cp:lastModifiedBy>Patrick</cp:lastModifiedBy>
  <cp:revision>2</cp:revision>
  <dcterms:created xsi:type="dcterms:W3CDTF">2015-05-25T18:21:00Z</dcterms:created>
  <dcterms:modified xsi:type="dcterms:W3CDTF">2015-05-25T18:21:00Z</dcterms:modified>
</cp:coreProperties>
</file>